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9240" w14:textId="071DFA60" w:rsidR="00535962" w:rsidRPr="00F7167E" w:rsidRDefault="00B64E2C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DBC420" wp14:editId="082B7B18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68BBC" w14:textId="77777777" w:rsidR="002E1412" w:rsidRPr="002E1412" w:rsidRDefault="00B64E2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BC42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" stroked="f">
                <v:textbox>
                  <w:txbxContent>
                    <w:p w14:paraId="73E68BBC" w14:textId="77777777" w:rsidR="002E1412" w:rsidRPr="002E1412" w:rsidRDefault="00B64E2C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3CFFE75D" wp14:editId="405BB3F3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91350F7" wp14:editId="5FE1F588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D7BD39F" w14:textId="77777777"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2618FE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350F7" id="Group 21" o:spid="_x0000_s1027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D7BD39F" w14:textId="77777777"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E2618FE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15C57C" wp14:editId="013FBA9A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91B06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5C57C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6FB91B06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5F0E6" wp14:editId="2EC1EB79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01E54C9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4B24D409" wp14:editId="5EE733CF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5F0E6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01E54C9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4B24D409" wp14:editId="5EE733CF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013660B8" w14:textId="51FED092" w:rsidR="00535962" w:rsidRPr="00535962" w:rsidRDefault="00B64E2C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379301" wp14:editId="6FC0C97E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6E437" w14:textId="77777777" w:rsidR="00F7443C" w:rsidRPr="004767CC" w:rsidRDefault="00B64E2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79301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" stroked="f">
                <v:textbox>
                  <w:txbxContent>
                    <w:p w14:paraId="0DB6E437" w14:textId="77777777" w:rsidR="00F7443C" w:rsidRPr="004767CC" w:rsidRDefault="00B64E2C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0F5320" wp14:editId="0209AF14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CDA9E" w14:textId="77777777" w:rsidR="0026335F" w:rsidRPr="0026335F" w:rsidRDefault="00B64E2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F5320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75DCDA9E" w14:textId="77777777" w:rsidR="0026335F" w:rsidRPr="0026335F" w:rsidRDefault="00B64E2C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E29208D" w14:textId="2548F630" w:rsidR="00535962" w:rsidRDefault="00B64E2C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F4AA38" wp14:editId="1FB60776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C98EB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4AA38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27DC98EB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AD2936C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3377DD11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6B6E5F2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044627B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126F4C90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2D8EE0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7315C5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6BB0337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1B46A5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15FCE3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DF64E2" w14:textId="77777777" w:rsidTr="00A24343">
        <w:trPr>
          <w:trHeight w:val="457"/>
          <w:jc w:val="center"/>
        </w:trPr>
        <w:tc>
          <w:tcPr>
            <w:tcW w:w="849" w:type="dxa"/>
          </w:tcPr>
          <w:p w14:paraId="1868A60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1B60DA6" w14:textId="77777777" w:rsidR="0037246F" w:rsidRDefault="0037246F" w:rsidP="00BB657B">
            <w:pPr>
              <w:spacing w:after="0" w:line="240" w:lineRule="auto"/>
            </w:pPr>
          </w:p>
          <w:p w14:paraId="403648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D7A2E5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350EF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30807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610094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040B7F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30DA239" w14:textId="77777777" w:rsidTr="00A24343">
        <w:trPr>
          <w:trHeight w:val="477"/>
          <w:jc w:val="center"/>
        </w:trPr>
        <w:tc>
          <w:tcPr>
            <w:tcW w:w="849" w:type="dxa"/>
          </w:tcPr>
          <w:p w14:paraId="7E2E3B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EB11C0C" w14:textId="77777777" w:rsidR="0037246F" w:rsidRDefault="0037246F" w:rsidP="00BB657B">
            <w:pPr>
              <w:spacing w:after="0" w:line="240" w:lineRule="auto"/>
            </w:pPr>
          </w:p>
          <w:p w14:paraId="7B8DCC8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9EB4A0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283CE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5911EE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5C531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EBC5B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2E9BF9C" w14:textId="77777777" w:rsidTr="00A24343">
        <w:trPr>
          <w:trHeight w:val="477"/>
          <w:jc w:val="center"/>
        </w:trPr>
        <w:tc>
          <w:tcPr>
            <w:tcW w:w="849" w:type="dxa"/>
          </w:tcPr>
          <w:p w14:paraId="4D15583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6E7462C" w14:textId="77777777" w:rsidR="0037246F" w:rsidRDefault="0037246F" w:rsidP="00BB657B">
            <w:pPr>
              <w:spacing w:after="0" w:line="240" w:lineRule="auto"/>
            </w:pPr>
          </w:p>
          <w:p w14:paraId="317BE54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91849E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D7429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42151A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D4718A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B89074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02A3CBA" w14:textId="77777777" w:rsidTr="00A24343">
        <w:trPr>
          <w:trHeight w:val="477"/>
          <w:jc w:val="center"/>
        </w:trPr>
        <w:tc>
          <w:tcPr>
            <w:tcW w:w="849" w:type="dxa"/>
          </w:tcPr>
          <w:p w14:paraId="4C6884B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0B80711" w14:textId="77777777" w:rsidR="0037246F" w:rsidRDefault="0037246F" w:rsidP="00BB657B">
            <w:pPr>
              <w:spacing w:after="0" w:line="240" w:lineRule="auto"/>
            </w:pPr>
          </w:p>
          <w:p w14:paraId="0EF405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293F4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10624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3B379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73F66E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65BF09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5C61AE4" w14:textId="77777777" w:rsidTr="00A24343">
        <w:trPr>
          <w:trHeight w:val="477"/>
          <w:jc w:val="center"/>
        </w:trPr>
        <w:tc>
          <w:tcPr>
            <w:tcW w:w="849" w:type="dxa"/>
          </w:tcPr>
          <w:p w14:paraId="4F68A44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C732988" w14:textId="77777777" w:rsidR="0037246F" w:rsidRDefault="0037246F" w:rsidP="00BB657B">
            <w:pPr>
              <w:spacing w:after="0" w:line="240" w:lineRule="auto"/>
            </w:pPr>
          </w:p>
          <w:p w14:paraId="690D3C4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CDF24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6D3F45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C50AA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DABEF5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809A9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A2D3D6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C0258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4111838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57EF83DF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73A579B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E3ADABD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22E6515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78CA3CEE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0190729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D89F07E" w14:textId="2BFB0563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64E2C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331E02" wp14:editId="73E17965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B8C3D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31E02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91B8C3D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80A5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4A2429C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D8BB" w14:textId="7157777E" w:rsidR="001007E7" w:rsidRDefault="00B64E2C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6F0261" wp14:editId="368A43CA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B8488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2D84AAB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7EB56639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A6F026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66BB8488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2D84AAB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7EB56639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1E404F9C" w14:textId="3B3F90D9" w:rsidR="001007E7" w:rsidRDefault="00B64E2C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BB13A3" wp14:editId="02380C6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70A1F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BB13A3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25570A1F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243AC6B3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56ED2A3B" wp14:editId="637A075A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7DE58F4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2E95A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0BF90F1D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5B78F37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A201788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E2C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19CA8FC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Bladimil Martinez</cp:lastModifiedBy>
  <cp:revision>2</cp:revision>
  <cp:lastPrinted>2011-03-04T18:27:00Z</cp:lastPrinted>
  <dcterms:created xsi:type="dcterms:W3CDTF">2021-12-10T23:30:00Z</dcterms:created>
  <dcterms:modified xsi:type="dcterms:W3CDTF">2021-12-10T23:30:00Z</dcterms:modified>
</cp:coreProperties>
</file>